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5A0C3" w14:textId="66BBF1D2" w:rsidR="00514798" w:rsidRPr="008B5181" w:rsidRDefault="00AE2B06" w:rsidP="008B5181">
      <w:pPr>
        <w:pStyle w:val="Otsikko1"/>
      </w:pPr>
      <w:r>
        <w:t xml:space="preserve">TERVETULOA </w:t>
      </w:r>
      <w:r w:rsidR="00B553A9">
        <w:t>HAASTATTELUUN!</w:t>
      </w:r>
    </w:p>
    <w:p w14:paraId="6A853539" w14:textId="25FC3647" w:rsidR="00AE2B06" w:rsidRPr="00AE2B06" w:rsidRDefault="00AE2B06" w:rsidP="00AE2B06">
      <w:pPr>
        <w:rPr>
          <w:szCs w:val="20"/>
        </w:rPr>
      </w:pPr>
      <w:r w:rsidRPr="00AE2B06">
        <w:rPr>
          <w:szCs w:val="20"/>
        </w:rPr>
        <w:t>Tervetuloa osallistumaan työhaastatteluharjoitukse</w:t>
      </w:r>
      <w:r w:rsidR="00A707DB">
        <w:rPr>
          <w:szCs w:val="20"/>
        </w:rPr>
        <w:t>en haastateltavaksi</w:t>
      </w:r>
      <w:r w:rsidRPr="00AE2B06">
        <w:rPr>
          <w:szCs w:val="20"/>
        </w:rPr>
        <w:t xml:space="preserve">. Tämän harjoituksen tarkoituksena on tarjota </w:t>
      </w:r>
      <w:r w:rsidR="00A707DB">
        <w:rPr>
          <w:szCs w:val="20"/>
        </w:rPr>
        <w:t>sinulle</w:t>
      </w:r>
      <w:r w:rsidRPr="00AE2B06">
        <w:rPr>
          <w:szCs w:val="20"/>
        </w:rPr>
        <w:t xml:space="preserve"> aidontuntuinen kokemus työhaastattelutilanteesta. Tavoitteena on auttaa </w:t>
      </w:r>
      <w:r w:rsidR="00A707DB">
        <w:rPr>
          <w:szCs w:val="20"/>
        </w:rPr>
        <w:t>sinua</w:t>
      </w:r>
      <w:r w:rsidRPr="00AE2B06">
        <w:rPr>
          <w:szCs w:val="20"/>
        </w:rPr>
        <w:t xml:space="preserve"> ymmärtämään </w:t>
      </w:r>
      <w:r w:rsidR="005F12CE">
        <w:rPr>
          <w:szCs w:val="20"/>
        </w:rPr>
        <w:t>vahvuuksiasi ja taitojasi</w:t>
      </w:r>
      <w:r w:rsidRPr="00AE2B06">
        <w:rPr>
          <w:szCs w:val="20"/>
        </w:rPr>
        <w:t xml:space="preserve"> sekä oppimaan vuorovaikutustaitoja. Kaikilla meillä on taitoja ja valmiuksia, jotka saadaan esiin tällaisilla harjoituksilla.</w:t>
      </w:r>
    </w:p>
    <w:p w14:paraId="1357CA7D" w14:textId="4A2E8868" w:rsidR="00AE2B06" w:rsidRPr="00AE2B06" w:rsidRDefault="00AE2B06" w:rsidP="00AE2B06">
      <w:pPr>
        <w:rPr>
          <w:szCs w:val="20"/>
        </w:rPr>
      </w:pPr>
      <w:r w:rsidRPr="00AE2B06">
        <w:rPr>
          <w:szCs w:val="20"/>
        </w:rPr>
        <w:t xml:space="preserve">Alle on kerätty erilaisia työhaastattelukysymyksiä, joita </w:t>
      </w:r>
      <w:r w:rsidR="005F12CE">
        <w:rPr>
          <w:szCs w:val="20"/>
        </w:rPr>
        <w:t>voidaan kysyä harjoituksen aikana</w:t>
      </w:r>
      <w:r w:rsidRPr="00AE2B06">
        <w:rPr>
          <w:szCs w:val="20"/>
        </w:rPr>
        <w:t xml:space="preserve">. Haastattelun kokonaiskesto on noin 10-15 minuuttia, ja se sisältää muutaman minuutin palautekeskustelun. </w:t>
      </w:r>
      <w:r w:rsidR="005F12CE">
        <w:rPr>
          <w:szCs w:val="20"/>
        </w:rPr>
        <w:t>Tutustu kysymyksiin ennakkoon ja mieti vastauksiasi.</w:t>
      </w:r>
      <w:r w:rsidRPr="00AE2B06">
        <w:rPr>
          <w:szCs w:val="20"/>
        </w:rPr>
        <w:t xml:space="preserve"> Kaikkia kysymyksiä </w:t>
      </w:r>
      <w:r w:rsidR="005F12CE">
        <w:rPr>
          <w:szCs w:val="20"/>
        </w:rPr>
        <w:t>ei välttämättä käydä läpi ja haastattelija voi lisätä myös omia kysymyksiään.</w:t>
      </w:r>
    </w:p>
    <w:p w14:paraId="29FFDDC6" w14:textId="77777777" w:rsidR="00AE2B06" w:rsidRPr="00D90C00" w:rsidRDefault="00AE2B06" w:rsidP="00AE2B06">
      <w:pPr>
        <w:pStyle w:val="Otsikko2"/>
        <w:ind w:left="0"/>
      </w:pPr>
      <w:r w:rsidRPr="00D90C00">
        <w:t>Esittely &amp; tutustuminen</w:t>
      </w:r>
    </w:p>
    <w:p w14:paraId="57EBCFE4" w14:textId="77777777" w:rsidR="00AE2B06" w:rsidRPr="00AE2B06" w:rsidRDefault="00AE2B06" w:rsidP="00AE2B06">
      <w:pPr>
        <w:pStyle w:val="Luettelokappale"/>
        <w:numPr>
          <w:ilvl w:val="0"/>
          <w:numId w:val="7"/>
        </w:numPr>
        <w:rPr>
          <w:rFonts w:eastAsia="Calibri"/>
        </w:rPr>
      </w:pPr>
      <w:r w:rsidRPr="00AE2B06">
        <w:rPr>
          <w:rFonts w:eastAsia="Calibri"/>
        </w:rPr>
        <w:t>Kerro jotain itsestäsi.</w:t>
      </w:r>
    </w:p>
    <w:p w14:paraId="0C934B4D" w14:textId="77777777" w:rsidR="00AE2B06" w:rsidRPr="00AE2B06" w:rsidRDefault="00AE2B06" w:rsidP="00AE2B06">
      <w:pPr>
        <w:pStyle w:val="Luettelokappale"/>
        <w:numPr>
          <w:ilvl w:val="0"/>
          <w:numId w:val="7"/>
        </w:numPr>
        <w:rPr>
          <w:rFonts w:eastAsia="Calibri"/>
        </w:rPr>
      </w:pPr>
      <w:r w:rsidRPr="00AE2B06">
        <w:rPr>
          <w:rFonts w:eastAsia="Calibri"/>
        </w:rPr>
        <w:t>Miten kuvailisit itseäsi kolmella adjektiivilla?</w:t>
      </w:r>
    </w:p>
    <w:p w14:paraId="09BC8AEA" w14:textId="77777777" w:rsidR="00AE2B06" w:rsidRPr="00AE2B06" w:rsidRDefault="00AE2B06" w:rsidP="00AE2B06">
      <w:pPr>
        <w:pStyle w:val="Luettelokappale"/>
        <w:numPr>
          <w:ilvl w:val="0"/>
          <w:numId w:val="7"/>
        </w:numPr>
        <w:rPr>
          <w:rFonts w:eastAsia="Calibri"/>
        </w:rPr>
      </w:pPr>
      <w:r w:rsidRPr="00AE2B06">
        <w:rPr>
          <w:rFonts w:eastAsia="Calibri"/>
        </w:rPr>
        <w:t>Miten ystäväsi kuvailisivat sinua?</w:t>
      </w:r>
    </w:p>
    <w:p w14:paraId="2129E07E" w14:textId="77777777" w:rsidR="00AE2B06" w:rsidRPr="00D90C00" w:rsidRDefault="00AE2B06" w:rsidP="00AE2B06">
      <w:pPr>
        <w:pStyle w:val="Otsikko2"/>
        <w:ind w:left="0"/>
        <w:rPr>
          <w:rFonts w:eastAsia="Calibri"/>
        </w:rPr>
      </w:pPr>
      <w:r w:rsidRPr="00D90C00">
        <w:rPr>
          <w:rFonts w:eastAsia="Calibri"/>
        </w:rPr>
        <w:t>Taidot ja vahvuudet</w:t>
      </w:r>
    </w:p>
    <w:p w14:paraId="5E95FF10" w14:textId="77777777" w:rsidR="00AE2B06" w:rsidRPr="00AE2B06" w:rsidRDefault="00AE2B06" w:rsidP="00AE2B06">
      <w:pPr>
        <w:pStyle w:val="Luettelokappale"/>
        <w:numPr>
          <w:ilvl w:val="0"/>
          <w:numId w:val="8"/>
        </w:numPr>
        <w:rPr>
          <w:rFonts w:eastAsia="Calibri"/>
        </w:rPr>
      </w:pPr>
      <w:r w:rsidRPr="00AE2B06">
        <w:rPr>
          <w:rFonts w:eastAsia="Calibri"/>
        </w:rPr>
        <w:t xml:space="preserve">Mitkä ovat vahvuutesi? </w:t>
      </w:r>
    </w:p>
    <w:p w14:paraId="3B66F8FB" w14:textId="77777777" w:rsidR="00AE2B06" w:rsidRPr="00AE2B06" w:rsidRDefault="00AE2B06" w:rsidP="00AE2B06">
      <w:pPr>
        <w:pStyle w:val="Luettelokappale"/>
        <w:numPr>
          <w:ilvl w:val="0"/>
          <w:numId w:val="8"/>
        </w:numPr>
        <w:rPr>
          <w:rFonts w:eastAsia="Calibri"/>
        </w:rPr>
      </w:pPr>
      <w:r w:rsidRPr="00AE2B06">
        <w:rPr>
          <w:rFonts w:eastAsia="Calibri"/>
        </w:rPr>
        <w:t>Missä haluaisit kehittyä paremmaksi?</w:t>
      </w:r>
    </w:p>
    <w:p w14:paraId="786A8BCC" w14:textId="77777777" w:rsidR="00AE2B06" w:rsidRPr="00AE2B06" w:rsidRDefault="00AE2B06" w:rsidP="00AE2B06">
      <w:pPr>
        <w:pStyle w:val="Luettelokappale"/>
        <w:numPr>
          <w:ilvl w:val="0"/>
          <w:numId w:val="8"/>
        </w:numPr>
        <w:rPr>
          <w:rFonts w:eastAsia="Calibri"/>
        </w:rPr>
      </w:pPr>
      <w:r w:rsidRPr="00AE2B06">
        <w:rPr>
          <w:rFonts w:eastAsia="Calibri"/>
        </w:rPr>
        <w:t>Millaisia taitoja sinulla on? (esim. kielitaito tai IT-taidot)</w:t>
      </w:r>
    </w:p>
    <w:p w14:paraId="2A82106A" w14:textId="77777777" w:rsidR="00AE2B06" w:rsidRPr="00AE2B06" w:rsidRDefault="00AE2B06" w:rsidP="00AE2B06">
      <w:pPr>
        <w:pStyle w:val="Luettelokappale"/>
        <w:numPr>
          <w:ilvl w:val="0"/>
          <w:numId w:val="8"/>
        </w:numPr>
        <w:rPr>
          <w:rFonts w:eastAsia="Calibri"/>
        </w:rPr>
      </w:pPr>
      <w:r w:rsidRPr="00AE2B06">
        <w:rPr>
          <w:rFonts w:eastAsia="Calibri"/>
        </w:rPr>
        <w:t>Millaisia taitoja olet oppinut koulussa tai vapaa-ajalla, joita voisit hyödyntää työelämässä?</w:t>
      </w:r>
    </w:p>
    <w:p w14:paraId="5ABC7D5C" w14:textId="77777777" w:rsidR="00AE2B06" w:rsidRPr="00D90C00" w:rsidRDefault="00AE2B06" w:rsidP="00AE2B06">
      <w:pPr>
        <w:pStyle w:val="Otsikko2"/>
        <w:ind w:left="0"/>
      </w:pPr>
      <w:r w:rsidRPr="00D90C00">
        <w:t>Työn tekeminen</w:t>
      </w:r>
    </w:p>
    <w:p w14:paraId="0C221DDF" w14:textId="77777777" w:rsidR="00AE2B06" w:rsidRPr="00AE2B06" w:rsidRDefault="00AE2B06" w:rsidP="00AE2B06">
      <w:pPr>
        <w:pStyle w:val="Luettelokappale"/>
        <w:numPr>
          <w:ilvl w:val="0"/>
          <w:numId w:val="9"/>
        </w:numPr>
        <w:rPr>
          <w:rFonts w:eastAsia="Calibri"/>
        </w:rPr>
      </w:pPr>
      <w:r w:rsidRPr="00AE2B06">
        <w:rPr>
          <w:rFonts w:eastAsia="Calibri"/>
        </w:rPr>
        <w:t>Millainen olet mielestäsi työntekijänä?</w:t>
      </w:r>
    </w:p>
    <w:p w14:paraId="13E0B9A0" w14:textId="77777777" w:rsidR="00AE2B06" w:rsidRPr="00AE2B06" w:rsidRDefault="00AE2B06" w:rsidP="00AE2B06">
      <w:pPr>
        <w:pStyle w:val="Luettelokappale"/>
        <w:numPr>
          <w:ilvl w:val="0"/>
          <w:numId w:val="9"/>
        </w:numPr>
        <w:rPr>
          <w:rFonts w:eastAsia="Calibri"/>
        </w:rPr>
      </w:pPr>
      <w:r w:rsidRPr="00AE2B06">
        <w:rPr>
          <w:rFonts w:eastAsia="Calibri"/>
        </w:rPr>
        <w:t>Työskenteletkö mieluummin yksin vai ryhmässä? Miksi?</w:t>
      </w:r>
    </w:p>
    <w:p w14:paraId="2F3DD8C9" w14:textId="77777777" w:rsidR="00AE2B06" w:rsidRPr="00AE2B06" w:rsidRDefault="00AE2B06" w:rsidP="00AE2B06">
      <w:pPr>
        <w:pStyle w:val="Luettelokappale"/>
        <w:numPr>
          <w:ilvl w:val="0"/>
          <w:numId w:val="9"/>
        </w:numPr>
        <w:rPr>
          <w:rFonts w:eastAsia="Calibri"/>
        </w:rPr>
      </w:pPr>
      <w:r w:rsidRPr="00AE2B06">
        <w:rPr>
          <w:rFonts w:eastAsia="Calibri"/>
        </w:rPr>
        <w:t>Mikä sinua motivoi?</w:t>
      </w:r>
    </w:p>
    <w:p w14:paraId="72B2708E" w14:textId="77777777" w:rsidR="00AE2B06" w:rsidRPr="00AE2B06" w:rsidRDefault="00AE2B06" w:rsidP="00AE2B06">
      <w:pPr>
        <w:pStyle w:val="Luettelokappale"/>
        <w:numPr>
          <w:ilvl w:val="0"/>
          <w:numId w:val="9"/>
        </w:numPr>
        <w:rPr>
          <w:rFonts w:eastAsia="Calibri"/>
        </w:rPr>
      </w:pPr>
      <w:r w:rsidRPr="00AE2B06">
        <w:rPr>
          <w:rFonts w:eastAsia="Calibri"/>
        </w:rPr>
        <w:t>Pidätkö vastuunottamisesta vai seuraatko mieluummin muiden ohjeita?</w:t>
      </w:r>
    </w:p>
    <w:p w14:paraId="4294FA1C" w14:textId="77777777" w:rsidR="00AE2B06" w:rsidRPr="00AE2B06" w:rsidRDefault="00AE2B06" w:rsidP="00AE2B06">
      <w:pPr>
        <w:pStyle w:val="Luettelokappale"/>
        <w:numPr>
          <w:ilvl w:val="0"/>
          <w:numId w:val="9"/>
        </w:numPr>
        <w:rPr>
          <w:rFonts w:eastAsia="Calibri"/>
        </w:rPr>
      </w:pPr>
      <w:r w:rsidRPr="00AE2B06">
        <w:rPr>
          <w:rFonts w:eastAsia="Calibri"/>
        </w:rPr>
        <w:t>Oletko joutunut työskentelemään hankalan koulukaverin kanssa? Miten selvisit siitä tilanteesta?</w:t>
      </w:r>
    </w:p>
    <w:p w14:paraId="684BEE31" w14:textId="77777777" w:rsidR="00AE2B06" w:rsidRPr="00D90C00" w:rsidRDefault="00AE2B06" w:rsidP="00AE2B06">
      <w:pPr>
        <w:pStyle w:val="Otsikko2"/>
        <w:ind w:left="0"/>
      </w:pPr>
      <w:r w:rsidRPr="00D90C00">
        <w:t>Työpaikka</w:t>
      </w:r>
    </w:p>
    <w:p w14:paraId="43FDCED4" w14:textId="77777777" w:rsidR="00AE2B06" w:rsidRPr="00AE2B06" w:rsidRDefault="00AE2B06" w:rsidP="00AE2B06">
      <w:pPr>
        <w:pStyle w:val="Luettelokappale"/>
        <w:numPr>
          <w:ilvl w:val="0"/>
          <w:numId w:val="10"/>
        </w:numPr>
        <w:rPr>
          <w:rFonts w:eastAsia="Calibri"/>
        </w:rPr>
      </w:pPr>
      <w:r w:rsidRPr="00AE2B06">
        <w:rPr>
          <w:rFonts w:eastAsia="Calibri"/>
        </w:rPr>
        <w:t>Millainen on mielestäsi hyvä työpaikka?</w:t>
      </w:r>
    </w:p>
    <w:p w14:paraId="7AF46C9C" w14:textId="77777777" w:rsidR="00AE2B06" w:rsidRPr="00AE2B06" w:rsidRDefault="00AE2B06" w:rsidP="00AE2B06">
      <w:pPr>
        <w:pStyle w:val="Luettelokappale"/>
        <w:numPr>
          <w:ilvl w:val="0"/>
          <w:numId w:val="10"/>
        </w:numPr>
        <w:rPr>
          <w:rFonts w:eastAsia="Calibri"/>
        </w:rPr>
      </w:pPr>
      <w:r w:rsidRPr="00AE2B06">
        <w:rPr>
          <w:rFonts w:eastAsia="Calibri"/>
        </w:rPr>
        <w:t>Millainen on mielestäsi hyvä/huono johtaja?</w:t>
      </w:r>
    </w:p>
    <w:p w14:paraId="0DF79576" w14:textId="77777777" w:rsidR="00AE2B06" w:rsidRPr="00AE2B06" w:rsidRDefault="00AE2B06" w:rsidP="00AE2B06">
      <w:pPr>
        <w:pStyle w:val="Luettelokappale"/>
        <w:numPr>
          <w:ilvl w:val="0"/>
          <w:numId w:val="10"/>
        </w:numPr>
        <w:rPr>
          <w:rFonts w:eastAsia="Calibri"/>
        </w:rPr>
      </w:pPr>
      <w:r w:rsidRPr="00AE2B06">
        <w:rPr>
          <w:rFonts w:eastAsia="Calibri"/>
        </w:rPr>
        <w:t>Millaisista työtehtävistä pitäisit?</w:t>
      </w:r>
    </w:p>
    <w:p w14:paraId="6E2D7BD9" w14:textId="77777777" w:rsidR="00AE2B06" w:rsidRPr="00D90C00" w:rsidRDefault="00AE2B06" w:rsidP="00AE2B06">
      <w:pPr>
        <w:pStyle w:val="Otsikko2"/>
        <w:ind w:left="0"/>
      </w:pPr>
      <w:r w:rsidRPr="00D90C00">
        <w:t>Haaveet ja tulevaisuus</w:t>
      </w:r>
    </w:p>
    <w:p w14:paraId="61F52592" w14:textId="77777777" w:rsidR="00AE2B06" w:rsidRPr="00AE2B06" w:rsidRDefault="00AE2B06" w:rsidP="00AE2B06">
      <w:pPr>
        <w:pStyle w:val="Luettelokappale"/>
        <w:numPr>
          <w:ilvl w:val="0"/>
          <w:numId w:val="11"/>
        </w:numPr>
        <w:rPr>
          <w:rFonts w:eastAsia="Calibri"/>
        </w:rPr>
      </w:pPr>
      <w:r w:rsidRPr="00AE2B06">
        <w:rPr>
          <w:rFonts w:eastAsia="Calibri"/>
        </w:rPr>
        <w:t>Missä näet itsesi 10 vuoden päästä? Onko sinulla unelma-ammattia, jota kohti haluat edetä?</w:t>
      </w:r>
    </w:p>
    <w:p w14:paraId="14AF480E" w14:textId="77777777" w:rsidR="00AE2B06" w:rsidRPr="00AE2B06" w:rsidRDefault="00AE2B06" w:rsidP="00AE2B06">
      <w:pPr>
        <w:pStyle w:val="Luettelokappale"/>
        <w:numPr>
          <w:ilvl w:val="0"/>
          <w:numId w:val="11"/>
        </w:numPr>
        <w:rPr>
          <w:rFonts w:eastAsia="Calibri"/>
        </w:rPr>
      </w:pPr>
      <w:r w:rsidRPr="001B5C67">
        <w:t>Jos saisit tehdä työksesi ihan mitä tahansa, mitä tekisit?</w:t>
      </w:r>
    </w:p>
    <w:p w14:paraId="236BF7C9" w14:textId="77777777" w:rsidR="00AE2B06" w:rsidRPr="001B5C67" w:rsidRDefault="00AE2B06" w:rsidP="00AE2B06">
      <w:pPr>
        <w:pStyle w:val="Otsikko2"/>
        <w:ind w:left="0"/>
        <w:rPr>
          <w:rFonts w:eastAsia="Calibri"/>
        </w:rPr>
      </w:pPr>
      <w:r w:rsidRPr="001B5C67">
        <w:rPr>
          <w:rFonts w:eastAsia="Calibri"/>
        </w:rPr>
        <w:t>Palaute</w:t>
      </w:r>
    </w:p>
    <w:p w14:paraId="000DA46D" w14:textId="3B24F699" w:rsidR="00C41F07" w:rsidRPr="00AE2B06" w:rsidRDefault="00AE2B06" w:rsidP="00C41F07">
      <w:pPr>
        <w:rPr>
          <w:rFonts w:eastAsia="Calibri"/>
        </w:rPr>
      </w:pPr>
      <w:r w:rsidRPr="001B5C67">
        <w:rPr>
          <w:rFonts w:eastAsia="Calibri"/>
        </w:rPr>
        <w:t>Käy</w:t>
      </w:r>
      <w:r w:rsidR="005F12CE">
        <w:rPr>
          <w:rFonts w:eastAsia="Calibri"/>
        </w:rPr>
        <w:t>kää</w:t>
      </w:r>
      <w:r w:rsidRPr="001B5C67">
        <w:rPr>
          <w:rFonts w:eastAsia="Calibri"/>
        </w:rPr>
        <w:t xml:space="preserve"> lopuksi </w:t>
      </w:r>
      <w:r w:rsidR="005F12CE">
        <w:rPr>
          <w:rFonts w:eastAsia="Calibri"/>
        </w:rPr>
        <w:t>haastattelijan</w:t>
      </w:r>
      <w:r w:rsidRPr="001B5C67">
        <w:rPr>
          <w:rFonts w:eastAsia="Calibri"/>
        </w:rPr>
        <w:t xml:space="preserve"> kanssa </w:t>
      </w:r>
      <w:r w:rsidR="005F12CE">
        <w:rPr>
          <w:rFonts w:eastAsia="Calibri"/>
        </w:rPr>
        <w:t>lyhyt</w:t>
      </w:r>
      <w:r w:rsidRPr="001B5C67">
        <w:rPr>
          <w:rFonts w:eastAsia="Calibri"/>
        </w:rPr>
        <w:t xml:space="preserve"> palautekeskustelu. Mikä haastattelussa meni hyvin? Mitä voisi parantaa tai kiinnittää erityistä huomiota?</w:t>
      </w:r>
    </w:p>
    <w:p w14:paraId="2669AB3D" w14:textId="77777777" w:rsidR="00C41F07" w:rsidRDefault="00C41F07" w:rsidP="00C41F07">
      <w:pPr>
        <w:ind w:left="2268"/>
      </w:pPr>
    </w:p>
    <w:p w14:paraId="3EDAFB22" w14:textId="77777777" w:rsidR="00C41F07" w:rsidRPr="008E31D2" w:rsidRDefault="00C41F07" w:rsidP="00C41F07"/>
    <w:sectPr w:rsidR="00C41F07" w:rsidRPr="008E31D2" w:rsidSect="004E295E">
      <w:headerReference w:type="even" r:id="rId11"/>
      <w:headerReference w:type="default" r:id="rId12"/>
      <w:pgSz w:w="11906" w:h="16838"/>
      <w:pgMar w:top="1418" w:right="567" w:bottom="567" w:left="1134" w:header="851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95B20" w14:textId="77777777" w:rsidR="00523CC3" w:rsidRDefault="00523CC3" w:rsidP="00514798">
      <w:r>
        <w:separator/>
      </w:r>
    </w:p>
    <w:p w14:paraId="0609B405" w14:textId="77777777" w:rsidR="00523CC3" w:rsidRDefault="00523CC3"/>
    <w:p w14:paraId="3D4BCBAE" w14:textId="77777777" w:rsidR="00523CC3" w:rsidRDefault="00523CC3" w:rsidP="00C41F07"/>
    <w:p w14:paraId="1FD19DF7" w14:textId="77777777" w:rsidR="00523CC3" w:rsidRDefault="00523CC3" w:rsidP="00C41F07"/>
    <w:p w14:paraId="47A5D8B5" w14:textId="77777777" w:rsidR="00523CC3" w:rsidRDefault="00523CC3" w:rsidP="00C41F07"/>
    <w:p w14:paraId="407778A3" w14:textId="77777777" w:rsidR="00523CC3" w:rsidRDefault="00523CC3" w:rsidP="007F24DE"/>
    <w:p w14:paraId="425BD9BC" w14:textId="77777777" w:rsidR="00523CC3" w:rsidRDefault="00523CC3" w:rsidP="007F24DE"/>
  </w:endnote>
  <w:endnote w:type="continuationSeparator" w:id="0">
    <w:p w14:paraId="5F8EA6A1" w14:textId="77777777" w:rsidR="00523CC3" w:rsidRDefault="00523CC3" w:rsidP="00514798">
      <w:r>
        <w:continuationSeparator/>
      </w:r>
    </w:p>
    <w:p w14:paraId="7E9B4879" w14:textId="77777777" w:rsidR="00523CC3" w:rsidRDefault="00523CC3"/>
    <w:p w14:paraId="26384FEE" w14:textId="77777777" w:rsidR="00523CC3" w:rsidRDefault="00523CC3" w:rsidP="00C41F07"/>
    <w:p w14:paraId="595F2E9B" w14:textId="77777777" w:rsidR="00523CC3" w:rsidRDefault="00523CC3" w:rsidP="00C41F07"/>
    <w:p w14:paraId="338BE5A6" w14:textId="77777777" w:rsidR="00523CC3" w:rsidRDefault="00523CC3" w:rsidP="00C41F07"/>
    <w:p w14:paraId="18F5D604" w14:textId="77777777" w:rsidR="00523CC3" w:rsidRDefault="00523CC3" w:rsidP="007F24DE"/>
    <w:p w14:paraId="2A202096" w14:textId="77777777" w:rsidR="00523CC3" w:rsidRDefault="00523CC3" w:rsidP="007F24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7267" w14:textId="77777777" w:rsidR="00523CC3" w:rsidRDefault="00523CC3" w:rsidP="00514798">
      <w:r>
        <w:separator/>
      </w:r>
    </w:p>
    <w:p w14:paraId="0244AE04" w14:textId="77777777" w:rsidR="00523CC3" w:rsidRDefault="00523CC3"/>
    <w:p w14:paraId="1FD485B4" w14:textId="77777777" w:rsidR="00523CC3" w:rsidRDefault="00523CC3" w:rsidP="00C41F07"/>
    <w:p w14:paraId="371A115A" w14:textId="77777777" w:rsidR="00523CC3" w:rsidRDefault="00523CC3" w:rsidP="00C41F07"/>
    <w:p w14:paraId="7E1874B2" w14:textId="77777777" w:rsidR="00523CC3" w:rsidRDefault="00523CC3" w:rsidP="00C41F07"/>
    <w:p w14:paraId="0B41CA0D" w14:textId="77777777" w:rsidR="00523CC3" w:rsidRDefault="00523CC3" w:rsidP="007F24DE"/>
    <w:p w14:paraId="75F11216" w14:textId="77777777" w:rsidR="00523CC3" w:rsidRDefault="00523CC3" w:rsidP="007F24DE"/>
  </w:footnote>
  <w:footnote w:type="continuationSeparator" w:id="0">
    <w:p w14:paraId="5C7D3DA2" w14:textId="77777777" w:rsidR="00523CC3" w:rsidRDefault="00523CC3" w:rsidP="00514798">
      <w:r>
        <w:continuationSeparator/>
      </w:r>
    </w:p>
    <w:p w14:paraId="4BB2571A" w14:textId="77777777" w:rsidR="00523CC3" w:rsidRDefault="00523CC3"/>
    <w:p w14:paraId="13C465D4" w14:textId="77777777" w:rsidR="00523CC3" w:rsidRDefault="00523CC3" w:rsidP="00C41F07"/>
    <w:p w14:paraId="70832046" w14:textId="77777777" w:rsidR="00523CC3" w:rsidRDefault="00523CC3" w:rsidP="00C41F07"/>
    <w:p w14:paraId="717A085A" w14:textId="77777777" w:rsidR="00523CC3" w:rsidRDefault="00523CC3" w:rsidP="00C41F07"/>
    <w:p w14:paraId="719F4653" w14:textId="77777777" w:rsidR="00523CC3" w:rsidRDefault="00523CC3" w:rsidP="007F24DE"/>
    <w:p w14:paraId="0659D212" w14:textId="77777777" w:rsidR="00523CC3" w:rsidRDefault="00523CC3" w:rsidP="007F24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6E1E4" w14:textId="77777777" w:rsidR="005A62B4" w:rsidRDefault="005A62B4">
    <w:pPr>
      <w:pStyle w:val="Yltunniste"/>
    </w:pPr>
  </w:p>
  <w:p w14:paraId="51149156" w14:textId="77777777" w:rsidR="00170852" w:rsidRDefault="00170852"/>
  <w:p w14:paraId="1D188236" w14:textId="77777777" w:rsidR="00170852" w:rsidRDefault="00170852" w:rsidP="00C41F07"/>
  <w:p w14:paraId="50480FA8" w14:textId="77777777" w:rsidR="00170852" w:rsidRDefault="00170852" w:rsidP="00C41F07"/>
  <w:p w14:paraId="778D8927" w14:textId="77777777" w:rsidR="00170852" w:rsidRDefault="00170852" w:rsidP="00C41F07"/>
  <w:p w14:paraId="0BD3974E" w14:textId="77777777" w:rsidR="00170852" w:rsidRDefault="00170852" w:rsidP="007F24DE"/>
  <w:p w14:paraId="4F6041CF" w14:textId="77777777" w:rsidR="00170852" w:rsidRDefault="00170852" w:rsidP="007F24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B55C" w14:textId="77777777" w:rsidR="00346199" w:rsidRPr="00346199" w:rsidRDefault="00AE2B06" w:rsidP="00346199">
    <w:pPr>
      <w:rPr>
        <w:rFonts w:cs="Segoe UI"/>
        <w:b/>
        <w:szCs w:val="20"/>
      </w:rPr>
    </w:pPr>
    <w:r w:rsidRPr="00346199">
      <w:rPr>
        <w:rFonts w:cs="Segoe UI"/>
        <w:b/>
        <w:szCs w:val="20"/>
      </w:rPr>
      <w:t>Työhaastatteluharjoitus</w:t>
    </w:r>
  </w:p>
  <w:p w14:paraId="724EED44" w14:textId="262F50F6" w:rsidR="00170852" w:rsidRPr="00346199" w:rsidRDefault="00AE2B06" w:rsidP="00346199">
    <w:pPr>
      <w:rPr>
        <w:szCs w:val="20"/>
      </w:rPr>
    </w:pPr>
    <w:r w:rsidRPr="00346199">
      <w:rPr>
        <w:szCs w:val="20"/>
      </w:rPr>
      <w:t xml:space="preserve">Ohjeet </w:t>
    </w:r>
    <w:r w:rsidR="00B553A9" w:rsidRPr="00346199">
      <w:rPr>
        <w:szCs w:val="20"/>
      </w:rPr>
      <w:t>haastateltavalle</w:t>
    </w:r>
    <w:r w:rsidR="008B5181" w:rsidRPr="00346199">
      <w:rPr>
        <w:szCs w:val="20"/>
      </w:rPr>
      <w:tab/>
    </w:r>
  </w:p>
  <w:p w14:paraId="58F14FD3" w14:textId="77777777" w:rsidR="008B5181" w:rsidRDefault="008B5181" w:rsidP="008B5181">
    <w:pPr>
      <w:pStyle w:val="Yltunnisteentekstit"/>
      <w:tabs>
        <w:tab w:val="left" w:pos="636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E327A"/>
    <w:multiLevelType w:val="hybridMultilevel"/>
    <w:tmpl w:val="82C655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4E01"/>
    <w:multiLevelType w:val="hybridMultilevel"/>
    <w:tmpl w:val="7BFC19C8"/>
    <w:lvl w:ilvl="0" w:tplc="883493F2">
      <w:start w:val="1"/>
      <w:numFmt w:val="bullet"/>
      <w:pStyle w:val="Luettelokappale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2" w15:restartNumberingAfterBreak="0">
    <w:nsid w:val="1AD93331"/>
    <w:multiLevelType w:val="hybridMultilevel"/>
    <w:tmpl w:val="3FB449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80152"/>
    <w:multiLevelType w:val="hybridMultilevel"/>
    <w:tmpl w:val="AFE227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027D7"/>
    <w:multiLevelType w:val="hybridMultilevel"/>
    <w:tmpl w:val="60783AB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52BAB"/>
    <w:multiLevelType w:val="hybridMultilevel"/>
    <w:tmpl w:val="0F625DB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730DA"/>
    <w:multiLevelType w:val="hybridMultilevel"/>
    <w:tmpl w:val="D0FCDC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309C6"/>
    <w:multiLevelType w:val="hybridMultilevel"/>
    <w:tmpl w:val="67EC4F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54885"/>
    <w:multiLevelType w:val="hybridMultilevel"/>
    <w:tmpl w:val="B1DE207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4805CF"/>
    <w:multiLevelType w:val="hybridMultilevel"/>
    <w:tmpl w:val="172C5E6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532011"/>
    <w:multiLevelType w:val="hybridMultilevel"/>
    <w:tmpl w:val="C2F00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903963">
    <w:abstractNumId w:val="1"/>
  </w:num>
  <w:num w:numId="2" w16cid:durableId="1583683390">
    <w:abstractNumId w:val="2"/>
  </w:num>
  <w:num w:numId="3" w16cid:durableId="1980643884">
    <w:abstractNumId w:val="4"/>
  </w:num>
  <w:num w:numId="4" w16cid:durableId="1690717376">
    <w:abstractNumId w:val="9"/>
  </w:num>
  <w:num w:numId="5" w16cid:durableId="2084061367">
    <w:abstractNumId w:val="7"/>
  </w:num>
  <w:num w:numId="6" w16cid:durableId="1965228223">
    <w:abstractNumId w:val="6"/>
  </w:num>
  <w:num w:numId="7" w16cid:durableId="179586944">
    <w:abstractNumId w:val="3"/>
  </w:num>
  <w:num w:numId="8" w16cid:durableId="259728930">
    <w:abstractNumId w:val="10"/>
  </w:num>
  <w:num w:numId="9" w16cid:durableId="1026057174">
    <w:abstractNumId w:val="8"/>
  </w:num>
  <w:num w:numId="10" w16cid:durableId="1912226333">
    <w:abstractNumId w:val="5"/>
  </w:num>
  <w:num w:numId="11" w16cid:durableId="1026829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attachedTemplate r:id="rId1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1304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6145">
      <o:colormru v:ext="edit" colors="#e100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B06"/>
    <w:rsid w:val="000467B2"/>
    <w:rsid w:val="000B1315"/>
    <w:rsid w:val="000C50EE"/>
    <w:rsid w:val="000E147B"/>
    <w:rsid w:val="000F0904"/>
    <w:rsid w:val="00107A0D"/>
    <w:rsid w:val="00120560"/>
    <w:rsid w:val="00126053"/>
    <w:rsid w:val="00135238"/>
    <w:rsid w:val="00151534"/>
    <w:rsid w:val="001634DE"/>
    <w:rsid w:val="00170852"/>
    <w:rsid w:val="00182DA7"/>
    <w:rsid w:val="001A1BBA"/>
    <w:rsid w:val="002029FD"/>
    <w:rsid w:val="00213B93"/>
    <w:rsid w:val="0021661F"/>
    <w:rsid w:val="00224BCC"/>
    <w:rsid w:val="00236E8A"/>
    <w:rsid w:val="002A196D"/>
    <w:rsid w:val="002C072A"/>
    <w:rsid w:val="002E26FD"/>
    <w:rsid w:val="002F3816"/>
    <w:rsid w:val="00327F98"/>
    <w:rsid w:val="003304BD"/>
    <w:rsid w:val="003460D9"/>
    <w:rsid w:val="00346199"/>
    <w:rsid w:val="003946CE"/>
    <w:rsid w:val="003B362C"/>
    <w:rsid w:val="003F7E95"/>
    <w:rsid w:val="0044181E"/>
    <w:rsid w:val="00482D7F"/>
    <w:rsid w:val="004A37F0"/>
    <w:rsid w:val="004E295E"/>
    <w:rsid w:val="004E3930"/>
    <w:rsid w:val="0050275B"/>
    <w:rsid w:val="00504659"/>
    <w:rsid w:val="00505B0B"/>
    <w:rsid w:val="00510745"/>
    <w:rsid w:val="00514798"/>
    <w:rsid w:val="00523CC3"/>
    <w:rsid w:val="0054524E"/>
    <w:rsid w:val="0055219C"/>
    <w:rsid w:val="005732E7"/>
    <w:rsid w:val="00590FF7"/>
    <w:rsid w:val="00597FF5"/>
    <w:rsid w:val="005A62B4"/>
    <w:rsid w:val="005F12CE"/>
    <w:rsid w:val="005F63FD"/>
    <w:rsid w:val="00605FF3"/>
    <w:rsid w:val="00610107"/>
    <w:rsid w:val="00614427"/>
    <w:rsid w:val="00623B6B"/>
    <w:rsid w:val="006551F3"/>
    <w:rsid w:val="006E76B4"/>
    <w:rsid w:val="00712063"/>
    <w:rsid w:val="00794F79"/>
    <w:rsid w:val="007C7321"/>
    <w:rsid w:val="007F24DE"/>
    <w:rsid w:val="007F5A46"/>
    <w:rsid w:val="00806ABA"/>
    <w:rsid w:val="0082353E"/>
    <w:rsid w:val="00827618"/>
    <w:rsid w:val="0084512F"/>
    <w:rsid w:val="00856CC9"/>
    <w:rsid w:val="008B5181"/>
    <w:rsid w:val="008C3B3F"/>
    <w:rsid w:val="008E31D2"/>
    <w:rsid w:val="008E55BC"/>
    <w:rsid w:val="00902E52"/>
    <w:rsid w:val="009B7EDC"/>
    <w:rsid w:val="009D7088"/>
    <w:rsid w:val="00A707DB"/>
    <w:rsid w:val="00AB5F90"/>
    <w:rsid w:val="00AE2B06"/>
    <w:rsid w:val="00B05862"/>
    <w:rsid w:val="00B553A9"/>
    <w:rsid w:val="00BD0367"/>
    <w:rsid w:val="00BE0C73"/>
    <w:rsid w:val="00C34B10"/>
    <w:rsid w:val="00C41F07"/>
    <w:rsid w:val="00CF3B9A"/>
    <w:rsid w:val="00D07F45"/>
    <w:rsid w:val="00D137F6"/>
    <w:rsid w:val="00D207FC"/>
    <w:rsid w:val="00D250E8"/>
    <w:rsid w:val="00D822F4"/>
    <w:rsid w:val="00D94C2F"/>
    <w:rsid w:val="00DA44B1"/>
    <w:rsid w:val="00DA61A3"/>
    <w:rsid w:val="00E03710"/>
    <w:rsid w:val="00E16735"/>
    <w:rsid w:val="00E441C8"/>
    <w:rsid w:val="00E855A5"/>
    <w:rsid w:val="00EA0652"/>
    <w:rsid w:val="00EC546D"/>
    <w:rsid w:val="00ED660E"/>
    <w:rsid w:val="00F341F9"/>
    <w:rsid w:val="00F34FBD"/>
    <w:rsid w:val="00FE2034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e10069"/>
    </o:shapedefaults>
    <o:shapelayout v:ext="edit">
      <o:idmap v:ext="edit" data="1"/>
    </o:shapelayout>
  </w:shapeDefaults>
  <w:decimalSymbol w:val=","/>
  <w:listSeparator w:val=";"/>
  <w14:docId w14:val="4CF31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B5181"/>
    <w:pPr>
      <w:tabs>
        <w:tab w:val="left" w:pos="2268"/>
      </w:tabs>
      <w:spacing w:after="240"/>
    </w:pPr>
    <w:rPr>
      <w:rFonts w:ascii="Segoe UI" w:hAnsi="Segoe UI"/>
      <w:szCs w:val="24"/>
    </w:rPr>
  </w:style>
  <w:style w:type="paragraph" w:styleId="Otsikko1">
    <w:name w:val="heading 1"/>
    <w:next w:val="Normaali"/>
    <w:qFormat/>
    <w:rsid w:val="0044181E"/>
    <w:pPr>
      <w:keepNext/>
      <w:spacing w:after="360"/>
      <w:outlineLvl w:val="0"/>
    </w:pPr>
    <w:rPr>
      <w:rFonts w:ascii="Segoe UI" w:hAnsi="Segoe UI"/>
      <w:b/>
      <w:bCs/>
      <w:caps/>
      <w:sz w:val="22"/>
      <w:szCs w:val="24"/>
    </w:rPr>
  </w:style>
  <w:style w:type="paragraph" w:styleId="Otsikko2">
    <w:name w:val="heading 2"/>
    <w:next w:val="Normaali"/>
    <w:link w:val="Otsikko2Char"/>
    <w:uiPriority w:val="9"/>
    <w:unhideWhenUsed/>
    <w:qFormat/>
    <w:rsid w:val="00135238"/>
    <w:pPr>
      <w:keepNext/>
      <w:keepLines/>
      <w:spacing w:before="40" w:after="120"/>
      <w:ind w:left="2268"/>
      <w:outlineLvl w:val="1"/>
    </w:pPr>
    <w:rPr>
      <w:rFonts w:ascii="Segoe UI Semibold" w:eastAsiaTheme="majorEastAsia" w:hAnsi="Segoe UI Semibold" w:cstheme="majorBidi"/>
      <w:color w:val="000000" w:themeColor="text1"/>
      <w:sz w:val="22"/>
      <w:szCs w:val="26"/>
      <w:lang w:val="x-none" w:eastAsia="x-none"/>
    </w:rPr>
  </w:style>
  <w:style w:type="paragraph" w:styleId="Otsikko3">
    <w:name w:val="heading 3"/>
    <w:next w:val="Normaali"/>
    <w:link w:val="Otsikko3Char"/>
    <w:uiPriority w:val="9"/>
    <w:unhideWhenUsed/>
    <w:qFormat/>
    <w:rsid w:val="0054524E"/>
    <w:pPr>
      <w:keepNext/>
      <w:keepLines/>
      <w:spacing w:before="40" w:after="240"/>
      <w:outlineLvl w:val="2"/>
    </w:pPr>
    <w:rPr>
      <w:rFonts w:ascii="Segoe UI Semibold" w:eastAsiaTheme="majorEastAsia" w:hAnsi="Segoe UI Semibold" w:cstheme="majorBidi"/>
      <w:color w:val="000000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  <w:rPr>
      <w:rFonts w:ascii="Century Gothic" w:hAnsi="Century Gothic"/>
    </w:rPr>
  </w:style>
  <w:style w:type="paragraph" w:styleId="Alatunniste">
    <w:name w:val="footer"/>
    <w:basedOn w:val="Normaali"/>
    <w:link w:val="AlatunnisteChar"/>
    <w:pPr>
      <w:tabs>
        <w:tab w:val="center" w:pos="4819"/>
        <w:tab w:val="right" w:pos="9638"/>
      </w:tabs>
    </w:pPr>
    <w:rPr>
      <w:rFonts w:ascii="Century Gothic" w:hAnsi="Century Gothic"/>
      <w:lang w:val="x-none" w:eastAsia="x-none"/>
    </w:rPr>
  </w:style>
  <w:style w:type="character" w:customStyle="1" w:styleId="AlatunnisteChar">
    <w:name w:val="Alatunniste Char"/>
    <w:link w:val="Alatunniste"/>
    <w:rsid w:val="00CF3B9A"/>
    <w:rPr>
      <w:rFonts w:ascii="Century Gothic" w:hAnsi="Century Gothic"/>
      <w:szCs w:val="24"/>
    </w:rPr>
  </w:style>
  <w:style w:type="paragraph" w:styleId="Otsikko">
    <w:name w:val="Title"/>
    <w:basedOn w:val="Normaali"/>
    <w:next w:val="Normaali"/>
    <w:link w:val="OtsikkoChar"/>
    <w:uiPriority w:val="10"/>
    <w:rsid w:val="00590FF7"/>
    <w:pPr>
      <w:contextualSpacing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590FF7"/>
    <w:rPr>
      <w:rFonts w:ascii="Segoe UI" w:eastAsiaTheme="majorEastAsia" w:hAnsi="Segoe UI" w:cstheme="majorBidi"/>
      <w:b/>
      <w:spacing w:val="-10"/>
      <w:kern w:val="28"/>
      <w:sz w:val="22"/>
      <w:szCs w:val="56"/>
    </w:rPr>
  </w:style>
  <w:style w:type="paragraph" w:customStyle="1" w:styleId="alatunniste0">
    <w:name w:val="alatunniste"/>
    <w:link w:val="alatunnisteChar0"/>
    <w:qFormat/>
    <w:rsid w:val="00BE0C73"/>
    <w:pPr>
      <w:tabs>
        <w:tab w:val="center" w:pos="3969"/>
        <w:tab w:val="left" w:pos="5670"/>
      </w:tabs>
      <w:spacing w:before="480"/>
    </w:pPr>
    <w:rPr>
      <w:rFonts w:ascii="Segoe UI" w:hAnsi="Segoe UI" w:cs="Segoe UI"/>
      <w:color w:val="2D414B"/>
      <w:sz w:val="16"/>
      <w:szCs w:val="16"/>
      <w:lang w:val="x-none" w:eastAsia="x-none"/>
    </w:rPr>
  </w:style>
  <w:style w:type="paragraph" w:styleId="Alaotsikko">
    <w:name w:val="Subtitle"/>
    <w:basedOn w:val="Normaali"/>
    <w:next w:val="Normaali"/>
    <w:link w:val="AlaotsikkoChar"/>
    <w:uiPriority w:val="11"/>
    <w:rsid w:val="007F24DE"/>
    <w:pPr>
      <w:numPr>
        <w:ilvl w:val="1"/>
      </w:numPr>
      <w:spacing w:after="160"/>
      <w:ind w:left="2268"/>
    </w:pPr>
    <w:rPr>
      <w:rFonts w:ascii="Segoe UI Semibold" w:eastAsiaTheme="minorEastAsia" w:hAnsi="Segoe UI Semibold" w:cstheme="minorHAnsi"/>
      <w:color w:val="000000" w:themeColor="text1"/>
      <w:szCs w:val="22"/>
    </w:rPr>
  </w:style>
  <w:style w:type="character" w:customStyle="1" w:styleId="alatunnisteChar0">
    <w:name w:val="alatunniste Char"/>
    <w:basedOn w:val="AlatunnisteChar"/>
    <w:link w:val="alatunniste0"/>
    <w:rsid w:val="00BE0C73"/>
    <w:rPr>
      <w:rFonts w:ascii="Segoe UI" w:hAnsi="Segoe UI" w:cs="Segoe UI"/>
      <w:color w:val="2D414B"/>
      <w:sz w:val="16"/>
      <w:szCs w:val="16"/>
      <w:lang w:val="x-none" w:eastAsia="x-none"/>
    </w:rPr>
  </w:style>
  <w:style w:type="character" w:customStyle="1" w:styleId="AlaotsikkoChar">
    <w:name w:val="Alaotsikko Char"/>
    <w:basedOn w:val="Kappaleenoletusfontti"/>
    <w:link w:val="Alaotsikko"/>
    <w:uiPriority w:val="11"/>
    <w:rsid w:val="007F24DE"/>
    <w:rPr>
      <w:rFonts w:ascii="Segoe UI Semibold" w:eastAsiaTheme="minorEastAsia" w:hAnsi="Segoe UI Semibold" w:cstheme="minorHAnsi"/>
      <w:color w:val="000000" w:themeColor="text1"/>
      <w:szCs w:val="22"/>
    </w:rPr>
  </w:style>
  <w:style w:type="character" w:customStyle="1" w:styleId="Otsikko2Char">
    <w:name w:val="Otsikko 2 Char"/>
    <w:basedOn w:val="Kappaleenoletusfontti"/>
    <w:link w:val="Otsikko2"/>
    <w:uiPriority w:val="9"/>
    <w:rsid w:val="00135238"/>
    <w:rPr>
      <w:rFonts w:ascii="Segoe UI Semibold" w:eastAsiaTheme="majorEastAsia" w:hAnsi="Segoe UI Semibold" w:cstheme="majorBidi"/>
      <w:color w:val="000000" w:themeColor="text1"/>
      <w:sz w:val="22"/>
      <w:szCs w:val="26"/>
      <w:lang w:val="x-none" w:eastAsia="x-none"/>
    </w:rPr>
  </w:style>
  <w:style w:type="character" w:customStyle="1" w:styleId="Otsikko3Char">
    <w:name w:val="Otsikko 3 Char"/>
    <w:basedOn w:val="Kappaleenoletusfontti"/>
    <w:link w:val="Otsikko3"/>
    <w:uiPriority w:val="9"/>
    <w:rsid w:val="0054524E"/>
    <w:rPr>
      <w:rFonts w:ascii="Segoe UI Semibold" w:eastAsiaTheme="majorEastAsia" w:hAnsi="Segoe UI Semibold" w:cstheme="majorBidi"/>
      <w:color w:val="000000"/>
      <w:szCs w:val="24"/>
    </w:rPr>
  </w:style>
  <w:style w:type="paragraph" w:styleId="Luettelokappale">
    <w:name w:val="List Paragraph"/>
    <w:basedOn w:val="Luettelo"/>
    <w:uiPriority w:val="34"/>
    <w:qFormat/>
    <w:rsid w:val="00C41F07"/>
    <w:pPr>
      <w:numPr>
        <w:numId w:val="1"/>
      </w:numPr>
      <w:ind w:left="2268" w:firstLine="0"/>
    </w:pPr>
  </w:style>
  <w:style w:type="paragraph" w:customStyle="1" w:styleId="Vastaanottajantiedot">
    <w:name w:val="Vastaanottajan tiedot"/>
    <w:link w:val="VastaanottajantiedotChar"/>
    <w:qFormat/>
    <w:rsid w:val="00C41F07"/>
    <w:rPr>
      <w:rFonts w:ascii="Segoe UI" w:hAnsi="Segoe UI"/>
      <w:szCs w:val="24"/>
    </w:rPr>
  </w:style>
  <w:style w:type="paragraph" w:styleId="Luettelo">
    <w:name w:val="List"/>
    <w:basedOn w:val="Normaali"/>
    <w:uiPriority w:val="99"/>
    <w:semiHidden/>
    <w:unhideWhenUsed/>
    <w:rsid w:val="00C41F07"/>
    <w:pPr>
      <w:ind w:left="283" w:hanging="283"/>
      <w:contextualSpacing/>
    </w:pPr>
  </w:style>
  <w:style w:type="paragraph" w:customStyle="1" w:styleId="Yltunnisteentekstit">
    <w:name w:val="Ylätunnisteen tekstit"/>
    <w:link w:val="YltunnisteentekstitChar"/>
    <w:qFormat/>
    <w:rsid w:val="008B5181"/>
    <w:pPr>
      <w:ind w:left="5103"/>
    </w:pPr>
    <w:rPr>
      <w:rFonts w:ascii="Segoe UI" w:hAnsi="Segoe UI" w:cs="Segoe UI"/>
      <w:bCs/>
      <w:sz w:val="18"/>
      <w:szCs w:val="18"/>
    </w:rPr>
  </w:style>
  <w:style w:type="character" w:customStyle="1" w:styleId="VastaanottajantiedotChar">
    <w:name w:val="Vastaanottajan tiedot Char"/>
    <w:basedOn w:val="Kappaleenoletusfontti"/>
    <w:link w:val="Vastaanottajantiedot"/>
    <w:rsid w:val="00C41F07"/>
    <w:rPr>
      <w:rFonts w:ascii="Segoe UI" w:hAnsi="Segoe UI"/>
      <w:szCs w:val="24"/>
    </w:rPr>
  </w:style>
  <w:style w:type="paragraph" w:customStyle="1" w:styleId="Viite">
    <w:name w:val="Viite"/>
    <w:basedOn w:val="Vastaanottajantiedot"/>
    <w:link w:val="ViiteChar"/>
    <w:qFormat/>
    <w:rsid w:val="008B5181"/>
    <w:pPr>
      <w:spacing w:after="360"/>
    </w:pPr>
  </w:style>
  <w:style w:type="character" w:customStyle="1" w:styleId="YltunnisteentekstitChar">
    <w:name w:val="Ylätunnisteen tekstit Char"/>
    <w:basedOn w:val="Kappaleenoletusfontti"/>
    <w:link w:val="Yltunnisteentekstit"/>
    <w:rsid w:val="008B5181"/>
    <w:rPr>
      <w:rFonts w:ascii="Segoe UI" w:hAnsi="Segoe UI" w:cs="Segoe UI"/>
      <w:bCs/>
      <w:sz w:val="18"/>
      <w:szCs w:val="18"/>
    </w:rPr>
  </w:style>
  <w:style w:type="character" w:customStyle="1" w:styleId="ViiteChar">
    <w:name w:val="Viite Char"/>
    <w:basedOn w:val="VastaanottajantiedotChar"/>
    <w:link w:val="Viite"/>
    <w:rsid w:val="008B5181"/>
    <w:rPr>
      <w:rFonts w:ascii="Segoe UI" w:hAnsi="Segoe U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eeala20\OneDrive%20-%20Oulun%20kaupunki\Grafiikka\Word\Siku_kirje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B288A6-DE1D-43F0-90E2-B30C392B909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32E8A9-5338-4CA3-AB65-D4A11933A299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0909fd08-0759-4a52-bb17-5c181b3fb625"/>
    <ds:schemaRef ds:uri="717839c4-ca6d-4262-a4f0-f6f62c356567"/>
  </ds:schemaRefs>
</ds:datastoreItem>
</file>

<file path=customXml/itemProps3.xml><?xml version="1.0" encoding="utf-8"?>
<ds:datastoreItem xmlns:ds="http://schemas.openxmlformats.org/officeDocument/2006/customXml" ds:itemID="{E919B841-6C07-4A09-B27A-7703124694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1C989D-9775-40B8-9380-CB8FEECF2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Siku_kirjepohja</Template>
  <TotalTime>0</TotalTime>
  <Pages>1</Pages>
  <Words>211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2021-09-08T19:13:00Z</dcterms:created>
  <dcterms:modified xsi:type="dcterms:W3CDTF">2023-03-23T17:49:00Z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0x01010078FDA5C3019EC84D84A052AD2317D22F</vt:lpwstr>
  </property>
  <property fmtid="{D5CDD505-2E9C-101B-9397-08002B2CF9AE}" pid="3" name="MSIP_Label_cb8ef749-f464-4495-9b41-5047bcb17145_Enabled">
    <vt:lpwstr>True</vt:lpwstr>
  </property>
  <property fmtid="{D5CDD505-2E9C-101B-9397-08002B2CF9AE}" pid="4" name="MSIP_Label_cb8ef749-f464-4495-9b41-5047bcb17145_SiteId">
    <vt:lpwstr>5cc89a67-fa29-4356-af5d-f436abc7c21b</vt:lpwstr>
  </property>
  <property fmtid="{D5CDD505-2E9C-101B-9397-08002B2CF9AE}" pid="5" name="MSIP_Label_cb8ef749-f464-4495-9b41-5047bcb17145_Owner">
    <vt:lpwstr>niina.teraslahti@ouka.fi</vt:lpwstr>
  </property>
  <property fmtid="{D5CDD505-2E9C-101B-9397-08002B2CF9AE}" pid="6" name="MSIP_Label_cb8ef749-f464-4495-9b41-5047bcb17145_SetDate">
    <vt:lpwstr>2021-02-04T06:17:25.0553442Z</vt:lpwstr>
  </property>
  <property fmtid="{D5CDD505-2E9C-101B-9397-08002B2CF9AE}" pid="7" name="MSIP_Label_cb8ef749-f464-4495-9b41-5047bcb17145_Name">
    <vt:lpwstr>Muu asiakirja</vt:lpwstr>
  </property>
  <property fmtid="{D5CDD505-2E9C-101B-9397-08002B2CF9AE}" pid="8" name="MSIP_Label_cb8ef749-f464-4495-9b41-5047bcb17145_Application">
    <vt:lpwstr>Microsoft Azure Information Protection</vt:lpwstr>
  </property>
  <property fmtid="{D5CDD505-2E9C-101B-9397-08002B2CF9AE}" pid="9" name="MSIP_Label_cb8ef749-f464-4495-9b41-5047bcb17145_ActionId">
    <vt:lpwstr>ffecbc40-eb92-4017-8bce-d1a9879e3e70</vt:lpwstr>
  </property>
  <property fmtid="{D5CDD505-2E9C-101B-9397-08002B2CF9AE}" pid="10" name="MSIP_Label_cb8ef749-f464-4495-9b41-5047bcb17145_Extended_MSFT_Method">
    <vt:lpwstr>Automatic</vt:lpwstr>
  </property>
  <property fmtid="{D5CDD505-2E9C-101B-9397-08002B2CF9AE}" pid="11" name="MSIP_Label_e7f2b28d-54cf-44b6-aad9-6a2b7fb652a6_Enabled">
    <vt:lpwstr>True</vt:lpwstr>
  </property>
  <property fmtid="{D5CDD505-2E9C-101B-9397-08002B2CF9AE}" pid="12" name="MSIP_Label_e7f2b28d-54cf-44b6-aad9-6a2b7fb652a6_SiteId">
    <vt:lpwstr>5cc89a67-fa29-4356-af5d-f436abc7c21b</vt:lpwstr>
  </property>
  <property fmtid="{D5CDD505-2E9C-101B-9397-08002B2CF9AE}" pid="13" name="MSIP_Label_e7f2b28d-54cf-44b6-aad9-6a2b7fb652a6_Owner">
    <vt:lpwstr>niina.teraslahti@ouka.fi</vt:lpwstr>
  </property>
  <property fmtid="{D5CDD505-2E9C-101B-9397-08002B2CF9AE}" pid="14" name="MSIP_Label_e7f2b28d-54cf-44b6-aad9-6a2b7fb652a6_SetDate">
    <vt:lpwstr>2021-02-04T06:17:25.0553442Z</vt:lpwstr>
  </property>
  <property fmtid="{D5CDD505-2E9C-101B-9397-08002B2CF9AE}" pid="15" name="MSIP_Label_e7f2b28d-54cf-44b6-aad9-6a2b7fb652a6_Name">
    <vt:lpwstr>Sisäinen</vt:lpwstr>
  </property>
  <property fmtid="{D5CDD505-2E9C-101B-9397-08002B2CF9AE}" pid="16" name="MSIP_Label_e7f2b28d-54cf-44b6-aad9-6a2b7fb652a6_Application">
    <vt:lpwstr>Microsoft Azure Information Protection</vt:lpwstr>
  </property>
  <property fmtid="{D5CDD505-2E9C-101B-9397-08002B2CF9AE}" pid="17" name="MSIP_Label_e7f2b28d-54cf-44b6-aad9-6a2b7fb652a6_ActionId">
    <vt:lpwstr>ffecbc40-eb92-4017-8bce-d1a9879e3e70</vt:lpwstr>
  </property>
  <property fmtid="{D5CDD505-2E9C-101B-9397-08002B2CF9AE}" pid="18" name="MSIP_Label_e7f2b28d-54cf-44b6-aad9-6a2b7fb652a6_Parent">
    <vt:lpwstr>cb8ef749-f464-4495-9b41-5047bcb17145</vt:lpwstr>
  </property>
  <property fmtid="{D5CDD505-2E9C-101B-9397-08002B2CF9AE}" pid="19" name="MSIP_Label_e7f2b28d-54cf-44b6-aad9-6a2b7fb652a6_Extended_MSFT_Method">
    <vt:lpwstr>Automatic</vt:lpwstr>
  </property>
  <property fmtid="{D5CDD505-2E9C-101B-9397-08002B2CF9AE}" pid="20" name="Sensitivity">
    <vt:lpwstr>Muu asiakirja Sisäinen</vt:lpwstr>
  </property>
  <property fmtid="{D5CDD505-2E9C-101B-9397-08002B2CF9AE}" pid="21" name="Order">
    <vt:r8>91000</vt:r8>
  </property>
  <property fmtid="{D5CDD505-2E9C-101B-9397-08002B2CF9AE}" pid="22" name="xd_Signature">
    <vt:bool>false</vt:bool>
  </property>
  <property fmtid="{D5CDD505-2E9C-101B-9397-08002B2CF9AE}" pid="23" name="xd_ProgID">
    <vt:lpwstr/>
  </property>
  <property fmtid="{D5CDD505-2E9C-101B-9397-08002B2CF9AE}" pid="24" name="ComplianceAssetId">
    <vt:lpwstr/>
  </property>
  <property fmtid="{D5CDD505-2E9C-101B-9397-08002B2CF9AE}" pid="25" name="TemplateUrl">
    <vt:lpwstr/>
  </property>
  <property fmtid="{D5CDD505-2E9C-101B-9397-08002B2CF9AE}" pid="26" name="_ExtendedDescription">
    <vt:lpwstr/>
  </property>
  <property fmtid="{D5CDD505-2E9C-101B-9397-08002B2CF9AE}" pid="27" name="TriggerFlowInfo">
    <vt:lpwstr/>
  </property>
  <property fmtid="{D5CDD505-2E9C-101B-9397-08002B2CF9AE}" pid="28" name="MediaServiceImageTags">
    <vt:lpwstr/>
  </property>
</Properties>
</file>